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05779B13" w:rsidR="008145D7" w:rsidRDefault="008145D7" w:rsidP="008904D1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8904D1" w:rsidRPr="008904D1">
        <w:rPr>
          <w:rFonts w:ascii="Verdana" w:hAnsi="Verdana"/>
          <w:b/>
          <w:bCs/>
          <w:i/>
          <w:iCs/>
        </w:rPr>
        <w:t>Opravy mechanizace u OŘ HKR 2025 - 2026 Údržba,</w:t>
      </w:r>
      <w:r w:rsidR="008904D1">
        <w:rPr>
          <w:rFonts w:ascii="Verdana" w:hAnsi="Verdana"/>
          <w:b/>
          <w:bCs/>
          <w:i/>
          <w:iCs/>
        </w:rPr>
        <w:t xml:space="preserve"> </w:t>
      </w:r>
      <w:r w:rsidR="008904D1" w:rsidRPr="008904D1">
        <w:rPr>
          <w:rFonts w:ascii="Verdana" w:hAnsi="Verdana"/>
          <w:b/>
          <w:bCs/>
          <w:i/>
          <w:iCs/>
        </w:rPr>
        <w:t>revize a opravy speciálních hnacích vozidel MVTV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8904D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8904D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8904D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D32D5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13CA7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04D1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13CA7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92</TotalTime>
  <Pages>1</Pages>
  <Words>483</Words>
  <Characters>2853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Malínská Hana</cp:lastModifiedBy>
  <cp:revision>13</cp:revision>
  <cp:lastPrinted>2017-11-28T17:18:00Z</cp:lastPrinted>
  <dcterms:created xsi:type="dcterms:W3CDTF">2023-11-16T10:29:00Z</dcterms:created>
  <dcterms:modified xsi:type="dcterms:W3CDTF">2025-02-06T07:24:00Z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